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8911A4" w14:textId="77777777" w:rsidR="00637FAE" w:rsidRDefault="00997F14" w:rsidP="00637FA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bookmarkStart w:id="0" w:name="_GoBack"/>
      <w:r w:rsidR="00637FAE">
        <w:rPr>
          <w:rFonts w:ascii="Corbel" w:hAnsi="Corbel"/>
          <w:bCs/>
          <w:i/>
        </w:rPr>
        <w:t>Załącznik nr 1.5 do Zarządzenia Rektora UR  nr 12/2019</w:t>
      </w:r>
    </w:p>
    <w:p w14:paraId="0F76B34C" w14:textId="77777777" w:rsidR="00637FAE" w:rsidRDefault="00637FAE" w:rsidP="00637F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57C921AE" w14:textId="77777777" w:rsidR="00637FAE" w:rsidRDefault="00637FAE" w:rsidP="00637FA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2020-2025</w:t>
      </w:r>
    </w:p>
    <w:p w14:paraId="5A1DFD75" w14:textId="77777777" w:rsidR="00637FAE" w:rsidRDefault="00637FAE" w:rsidP="00637FA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14:paraId="4B9144E6" w14:textId="77777777" w:rsidR="00637FAE" w:rsidRDefault="00637FAE" w:rsidP="00637FA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1F0D0BC4" w14:textId="52891A5F" w:rsidR="00637FAE" w:rsidRDefault="00637FAE" w:rsidP="00637FAE">
      <w:pPr>
        <w:spacing w:after="0" w:line="240" w:lineRule="exact"/>
        <w:jc w:val="both"/>
        <w:rPr>
          <w:rFonts w:ascii="Corbel" w:hAnsi="Corbel"/>
          <w:smallCap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>
        <w:rPr>
          <w:rFonts w:ascii="Corbel" w:hAnsi="Corbel"/>
          <w:smallCaps/>
          <w:sz w:val="24"/>
          <w:szCs w:val="24"/>
        </w:rPr>
        <w:t>2021/2022,</w:t>
      </w:r>
    </w:p>
    <w:bookmarkEnd w:id="0"/>
    <w:p w14:paraId="182838D0" w14:textId="0B7A6BDF" w:rsidR="0085747A" w:rsidRPr="009C54AE" w:rsidRDefault="0085747A" w:rsidP="00637FAE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5A184CD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8A349CE" w14:textId="77777777" w:rsidTr="00EA6C99">
        <w:tc>
          <w:tcPr>
            <w:tcW w:w="2694" w:type="dxa"/>
            <w:vAlign w:val="center"/>
          </w:tcPr>
          <w:p w14:paraId="7148C6A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FFA83E9" w14:textId="77777777" w:rsidR="0085747A" w:rsidRPr="009B570B" w:rsidRDefault="00570F54" w:rsidP="009B570B">
            <w:pPr>
              <w:pStyle w:val="Zwykytekst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Podstawy pedagogiki przedszkolnej</w:t>
            </w:r>
          </w:p>
        </w:tc>
      </w:tr>
      <w:tr w:rsidR="0085747A" w:rsidRPr="009C54AE" w14:paraId="1DB0F52C" w14:textId="77777777" w:rsidTr="00EA6C99">
        <w:tc>
          <w:tcPr>
            <w:tcW w:w="2694" w:type="dxa"/>
            <w:vAlign w:val="center"/>
          </w:tcPr>
          <w:p w14:paraId="4B53143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3C4F09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EA6C99" w:rsidRPr="009C54AE" w14:paraId="2E6692E8" w14:textId="77777777" w:rsidTr="00EA6C99">
        <w:tc>
          <w:tcPr>
            <w:tcW w:w="2694" w:type="dxa"/>
            <w:vAlign w:val="center"/>
          </w:tcPr>
          <w:p w14:paraId="28BA57DA" w14:textId="77777777" w:rsidR="00EA6C99" w:rsidRPr="009C54AE" w:rsidRDefault="00EA6C99" w:rsidP="00EA6C9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FC908E2" w14:textId="77777777" w:rsidR="00EA6C99" w:rsidRPr="009C54AE" w:rsidRDefault="00F613B7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EA6C99" w:rsidRPr="009C54AE" w14:paraId="4CE72006" w14:textId="77777777" w:rsidTr="00EA6C99">
        <w:tc>
          <w:tcPr>
            <w:tcW w:w="2694" w:type="dxa"/>
            <w:vAlign w:val="center"/>
          </w:tcPr>
          <w:p w14:paraId="301E88BA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E701520" w14:textId="77777777" w:rsidR="00EA6C99" w:rsidRPr="009C54AE" w:rsidRDefault="00F613B7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EA6C99" w:rsidRPr="009C54AE" w14:paraId="11E6DBE9" w14:textId="77777777" w:rsidTr="00EA6C99">
        <w:tc>
          <w:tcPr>
            <w:tcW w:w="2694" w:type="dxa"/>
            <w:vAlign w:val="center"/>
          </w:tcPr>
          <w:p w14:paraId="59C4773F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11F8965" w14:textId="77777777"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6668A9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EA6C99" w:rsidRPr="009C54AE" w14:paraId="62E78AA1" w14:textId="77777777" w:rsidTr="00EA6C99">
        <w:tc>
          <w:tcPr>
            <w:tcW w:w="2694" w:type="dxa"/>
            <w:vAlign w:val="center"/>
          </w:tcPr>
          <w:p w14:paraId="608F228E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E2D822A" w14:textId="77777777"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EA6C99" w:rsidRPr="009C54AE" w14:paraId="10CAA4E6" w14:textId="77777777" w:rsidTr="00EA6C99">
        <w:tc>
          <w:tcPr>
            <w:tcW w:w="2694" w:type="dxa"/>
            <w:vAlign w:val="center"/>
          </w:tcPr>
          <w:p w14:paraId="67BE289D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528FEFB" w14:textId="77777777"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EA6C99" w:rsidRPr="009C54AE" w14:paraId="7BC4BB6C" w14:textId="77777777" w:rsidTr="00EA6C99">
        <w:tc>
          <w:tcPr>
            <w:tcW w:w="2694" w:type="dxa"/>
            <w:vAlign w:val="center"/>
          </w:tcPr>
          <w:p w14:paraId="4924CA7F" w14:textId="77777777" w:rsidR="00EA6C99" w:rsidRPr="009C54AE" w:rsidRDefault="00EA6C99" w:rsidP="00EA6C9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37933CB" w14:textId="77777777" w:rsidR="00EA6C99" w:rsidRPr="009C54AE" w:rsidRDefault="00EA6C99" w:rsidP="00EA6C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353B8BF8" w14:textId="77777777" w:rsidTr="00EA6C99">
        <w:tc>
          <w:tcPr>
            <w:tcW w:w="2694" w:type="dxa"/>
            <w:vAlign w:val="center"/>
          </w:tcPr>
          <w:p w14:paraId="455725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B5133C3" w14:textId="77777777" w:rsidR="0085747A" w:rsidRPr="009C54AE" w:rsidRDefault="009B570B" w:rsidP="009B57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II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sem.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3 i 4</w:t>
            </w:r>
          </w:p>
        </w:tc>
      </w:tr>
      <w:tr w:rsidR="0085747A" w:rsidRPr="009C54AE" w14:paraId="6743D6E4" w14:textId="77777777" w:rsidTr="00EA6C99">
        <w:tc>
          <w:tcPr>
            <w:tcW w:w="2694" w:type="dxa"/>
            <w:vAlign w:val="center"/>
          </w:tcPr>
          <w:p w14:paraId="4875718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91FA80" w14:textId="77777777" w:rsidR="0085747A" w:rsidRPr="009C54AE" w:rsidRDefault="009B570B" w:rsidP="009B570B">
            <w:pPr>
              <w:pStyle w:val="Odpowiedzi"/>
              <w:numPr>
                <w:ilvl w:val="0"/>
                <w:numId w:val="2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923D7D" w:rsidRPr="009C54AE" w14:paraId="4F130DF9" w14:textId="77777777" w:rsidTr="00EA6C99">
        <w:tc>
          <w:tcPr>
            <w:tcW w:w="2694" w:type="dxa"/>
            <w:vAlign w:val="center"/>
          </w:tcPr>
          <w:p w14:paraId="3097D33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B8F2F36" w14:textId="77777777" w:rsidR="00923D7D" w:rsidRPr="009C54AE" w:rsidRDefault="00A526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EA6C9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085283A4" w14:textId="77777777" w:rsidTr="00EA6C99">
        <w:tc>
          <w:tcPr>
            <w:tcW w:w="2694" w:type="dxa"/>
            <w:vAlign w:val="center"/>
          </w:tcPr>
          <w:p w14:paraId="290BDD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46F5DA" w14:textId="52BA8CA1" w:rsidR="0085747A" w:rsidRPr="009C54AE" w:rsidRDefault="00EA6C9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63250C">
              <w:rPr>
                <w:rFonts w:ascii="Corbel" w:hAnsi="Corbel"/>
                <w:b w:val="0"/>
                <w:sz w:val="24"/>
                <w:szCs w:val="24"/>
              </w:rPr>
              <w:t>Mariola Kinal</w:t>
            </w:r>
          </w:p>
        </w:tc>
      </w:tr>
      <w:tr w:rsidR="0085747A" w:rsidRPr="009C54AE" w14:paraId="7461DB49" w14:textId="77777777" w:rsidTr="00EA6C99">
        <w:tc>
          <w:tcPr>
            <w:tcW w:w="2694" w:type="dxa"/>
            <w:vAlign w:val="center"/>
          </w:tcPr>
          <w:p w14:paraId="6090DD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7E3271" w14:textId="30370431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9266F3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2864A6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4E14A0D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1E2BF8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015B8F" w:rsidRPr="009C54AE" w14:paraId="2376BA5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55C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6BBDF8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B05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86A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A0D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F71F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324E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BC9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F37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CD3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88EA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79A171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BC08" w14:textId="77777777" w:rsidR="00015B8F" w:rsidRPr="009C54AE" w:rsidRDefault="009B57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3, 4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52E43" w14:textId="77777777" w:rsidR="00015B8F" w:rsidRPr="009C54AE" w:rsidRDefault="00EA6C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C9263" w14:textId="77777777" w:rsidR="00015B8F" w:rsidRPr="009C54AE" w:rsidRDefault="00EA6C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8B5D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48C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9996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F48E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BC3C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222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FC734" w14:textId="77777777" w:rsidR="00015B8F" w:rsidRPr="009C54AE" w:rsidRDefault="00EA6C9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D73C6B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D9AFE4C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E1A7CB4" w14:textId="77777777" w:rsidR="0085747A" w:rsidRPr="009C54AE" w:rsidRDefault="003C7C6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C7C6E">
        <w:rPr>
          <w:rFonts w:ascii="MS Gothic" w:eastAsia="MS Gothic" w:hAnsi="MS Gothic" w:cs="MS Gothic" w:hint="eastAsia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92EF01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8BD6F0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658729A" w14:textId="77777777" w:rsidR="00C52732" w:rsidRDefault="00E22FBC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C52732">
        <w:rPr>
          <w:rFonts w:ascii="Corbel" w:hAnsi="Corbel"/>
          <w:b w:val="0"/>
          <w:smallCaps w:val="0"/>
          <w:szCs w:val="24"/>
        </w:rPr>
        <w:t xml:space="preserve">     </w:t>
      </w:r>
    </w:p>
    <w:p w14:paraId="5A312D86" w14:textId="77777777" w:rsidR="00C52732" w:rsidRPr="009C54AE" w:rsidRDefault="00C52732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 xml:space="preserve">  Egzamin</w:t>
      </w:r>
    </w:p>
    <w:p w14:paraId="2BAC54A2" w14:textId="77777777" w:rsidR="00E960BB" w:rsidRDefault="00E960BB" w:rsidP="00C5273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0D37945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8345CAF" w14:textId="77777777" w:rsidTr="00745302">
        <w:tc>
          <w:tcPr>
            <w:tcW w:w="9670" w:type="dxa"/>
          </w:tcPr>
          <w:p w14:paraId="2843482B" w14:textId="77777777" w:rsidR="0085747A" w:rsidRPr="009C54AE" w:rsidRDefault="003C7C6E" w:rsidP="003C7C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z zakresu: pedagogiki ogólnej, teorii wychowania i psychologii ogólnej. </w:t>
            </w:r>
          </w:p>
        </w:tc>
      </w:tr>
    </w:tbl>
    <w:p w14:paraId="4BD46ED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AD93C3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10A6F4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85B4BD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17A0DB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B0D95" w:rsidRPr="009C54AE" w14:paraId="64B4E2E0" w14:textId="77777777" w:rsidTr="006B0D95">
        <w:tc>
          <w:tcPr>
            <w:tcW w:w="845" w:type="dxa"/>
            <w:vAlign w:val="center"/>
          </w:tcPr>
          <w:p w14:paraId="226BFFF7" w14:textId="77777777" w:rsidR="006B0D95" w:rsidRPr="004826E2" w:rsidRDefault="006B0D95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4826E2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4477735" w14:textId="77777777" w:rsidR="006B0D95" w:rsidRDefault="006B0D95" w:rsidP="00FD591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studentów ze współczesnymi tendencjami w pedagogice  przedszkolnej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>wybrany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>mi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koncepcj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wychowania przedszkolnego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Pr="00AC46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6B0D95" w:rsidRPr="009C54AE" w14:paraId="5225DAC5" w14:textId="77777777" w:rsidTr="006B0D95">
        <w:tc>
          <w:tcPr>
            <w:tcW w:w="845" w:type="dxa"/>
            <w:vAlign w:val="center"/>
          </w:tcPr>
          <w:p w14:paraId="0A70952D" w14:textId="77777777" w:rsidR="006B0D95" w:rsidRPr="009C54AE" w:rsidRDefault="004826E2" w:rsidP="006B0D9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C17A51C" w14:textId="77777777" w:rsidR="006B0D95" w:rsidRDefault="006B0D95" w:rsidP="00FD591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podstawami 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t>działalności pedagogicznej przedszkola,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br/>
              <w:t xml:space="preserve"> ze szczególnym uwzględnieniem działań ukierunkowanych na wspomaganie rozwoju i edukacj</w:t>
            </w:r>
            <w:r w:rsidR="00FD5912">
              <w:rPr>
                <w:rFonts w:ascii="Corbel" w:hAnsi="Corbel"/>
                <w:b w:val="0"/>
                <w:sz w:val="24"/>
                <w:szCs w:val="24"/>
              </w:rPr>
              <w:t>ę</w:t>
            </w:r>
            <w:r w:rsidRPr="006B0D95">
              <w:rPr>
                <w:rFonts w:ascii="Corbel" w:hAnsi="Corbel"/>
                <w:b w:val="0"/>
                <w:sz w:val="24"/>
                <w:szCs w:val="24"/>
              </w:rPr>
              <w:t xml:space="preserve"> dzieci w wieku przedszkolnym.</w:t>
            </w:r>
          </w:p>
        </w:tc>
      </w:tr>
      <w:tr w:rsidR="006B0D95" w:rsidRPr="009C54AE" w14:paraId="68D357FE" w14:textId="77777777" w:rsidTr="006B0D95">
        <w:tc>
          <w:tcPr>
            <w:tcW w:w="845" w:type="dxa"/>
            <w:vAlign w:val="center"/>
          </w:tcPr>
          <w:p w14:paraId="114688DE" w14:textId="77777777" w:rsidR="006B0D95" w:rsidRPr="009C54AE" w:rsidRDefault="004826E2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9FD6332" w14:textId="77777777" w:rsidR="006B0D95" w:rsidRDefault="006B0D95" w:rsidP="004826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Rozwijanie zainteresowań studentów problemami wychowania 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 xml:space="preserve">przedszkolnego, przybliżanie </w:t>
            </w:r>
            <w:r w:rsidR="004826E2" w:rsidRPr="004826E2">
              <w:rPr>
                <w:rFonts w:ascii="Corbel" w:hAnsi="Corbel"/>
                <w:b w:val="0"/>
                <w:sz w:val="24"/>
                <w:szCs w:val="24"/>
              </w:rPr>
              <w:t>wartości zawartych w celach wychowania przedszkolnego.</w:t>
            </w:r>
          </w:p>
        </w:tc>
      </w:tr>
      <w:tr w:rsidR="006B0D95" w:rsidRPr="009C54AE" w14:paraId="2D9F26F4" w14:textId="77777777" w:rsidTr="006B0D95">
        <w:tc>
          <w:tcPr>
            <w:tcW w:w="845" w:type="dxa"/>
            <w:vAlign w:val="center"/>
          </w:tcPr>
          <w:p w14:paraId="0EE39B85" w14:textId="77777777" w:rsidR="006B0D95" w:rsidRPr="009C54AE" w:rsidRDefault="004826E2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4CD1F48A" w14:textId="77777777" w:rsidR="006B0D95" w:rsidRDefault="006B0D95" w:rsidP="004826E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do pełnienia funkcji 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>nauczycieli przedszkola-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rozwijanie kompetencji zawodowyc</w:t>
            </w:r>
            <w:r w:rsidR="004826E2">
              <w:rPr>
                <w:rFonts w:ascii="Corbel" w:hAnsi="Corbel"/>
                <w:b w:val="0"/>
                <w:sz w:val="24"/>
                <w:szCs w:val="24"/>
              </w:rPr>
              <w:t>h studentów w zakresie</w:t>
            </w:r>
            <w:r w:rsidR="004826E2" w:rsidRPr="00AC461A">
              <w:rPr>
                <w:rFonts w:ascii="Corbel" w:hAnsi="Corbel"/>
                <w:b w:val="0"/>
                <w:sz w:val="24"/>
                <w:szCs w:val="24"/>
              </w:rPr>
              <w:t xml:space="preserve"> kierowania rozwojem dzieci w przedszkolu, </w:t>
            </w:r>
          </w:p>
        </w:tc>
      </w:tr>
      <w:tr w:rsidR="006B0D95" w:rsidRPr="009C54AE" w14:paraId="21E5A1E1" w14:textId="77777777" w:rsidTr="006B0D95">
        <w:tc>
          <w:tcPr>
            <w:tcW w:w="845" w:type="dxa"/>
            <w:vAlign w:val="center"/>
          </w:tcPr>
          <w:p w14:paraId="4DA629CB" w14:textId="77777777" w:rsidR="006B0D95" w:rsidRPr="009C54AE" w:rsidRDefault="004826E2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7A9E31B3" w14:textId="77777777" w:rsidR="006B0D95" w:rsidRDefault="006B0D95" w:rsidP="006B0D9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Wdrażanie do samokształcenia i doskonalenia umiejętności pedagogicznych.</w:t>
            </w:r>
          </w:p>
        </w:tc>
      </w:tr>
    </w:tbl>
    <w:p w14:paraId="018006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7FE3A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04DC31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85747A" w:rsidRPr="009C54AE" w14:paraId="6E8E4FA6" w14:textId="77777777" w:rsidTr="003351C9">
        <w:tc>
          <w:tcPr>
            <w:tcW w:w="1679" w:type="dxa"/>
            <w:vAlign w:val="center"/>
          </w:tcPr>
          <w:p w14:paraId="7242B9A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04DA732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4B7F528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9ECBF6F" w14:textId="77777777" w:rsidTr="009B570B">
        <w:tc>
          <w:tcPr>
            <w:tcW w:w="1679" w:type="dxa"/>
          </w:tcPr>
          <w:p w14:paraId="64927323" w14:textId="77777777" w:rsidR="0085747A" w:rsidRPr="009B57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B570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6157EBD7" w14:textId="77777777" w:rsidR="0085747A" w:rsidRPr="009B570B" w:rsidRDefault="00E02095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Student zna i rozumie terminologię używaną w pedagogice przedszkolnej i wczesnoszkolnej, jej źródła, miejsce oraz zastosowanie w obrębie pokrewnych dyscyplin naukowych</w:t>
            </w:r>
            <w:r w:rsidR="00ED3FAB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Określi miejsce pedagogiki przedszkolnej w systemie nauki oraz jej powiązania z innymi dyscyplinami naukowymi.</w:t>
            </w:r>
          </w:p>
        </w:tc>
        <w:tc>
          <w:tcPr>
            <w:tcW w:w="1865" w:type="dxa"/>
            <w:vAlign w:val="center"/>
          </w:tcPr>
          <w:p w14:paraId="04FF870D" w14:textId="77777777" w:rsidR="0085747A" w:rsidRPr="009B570B" w:rsidRDefault="00BF3E2F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3351C9" w:rsidRPr="009C54AE" w14:paraId="391C5672" w14:textId="77777777" w:rsidTr="009B570B">
        <w:tc>
          <w:tcPr>
            <w:tcW w:w="1679" w:type="dxa"/>
          </w:tcPr>
          <w:p w14:paraId="6A78EAA0" w14:textId="77777777" w:rsidR="003351C9" w:rsidRPr="009B570B" w:rsidRDefault="003351C9" w:rsidP="00335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3BCDEC25" w14:textId="77777777" w:rsidR="003351C9" w:rsidRPr="009B570B" w:rsidRDefault="003351C9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Omówi koncepcje dziecka i dzieciństwa (Childhood Studies) i ich uwarunkowania kulturowe i społeczne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5E9101F" w14:textId="77777777" w:rsidR="003351C9" w:rsidRPr="009B570B" w:rsidRDefault="003351C9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PPiW.W03</w:t>
            </w:r>
          </w:p>
        </w:tc>
      </w:tr>
      <w:tr w:rsidR="003351C9" w:rsidRPr="009C54AE" w14:paraId="0E16CB17" w14:textId="77777777" w:rsidTr="009B570B">
        <w:tc>
          <w:tcPr>
            <w:tcW w:w="1679" w:type="dxa"/>
          </w:tcPr>
          <w:p w14:paraId="0F2D1D72" w14:textId="77777777" w:rsidR="003351C9" w:rsidRPr="009B570B" w:rsidRDefault="003351C9" w:rsidP="00335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50CF6392" w14:textId="77777777" w:rsidR="003351C9" w:rsidRPr="009B570B" w:rsidRDefault="005C31AB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typy, cele i zasady funkcjonowania instytucji edukacyjnych przeznaczonych dla dzieci w wieku przedszkolnym, cele i zasady współpracy przedszkola z podmiotami zewnętrznymi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3F2BCAFB" w14:textId="77777777" w:rsidR="003351C9" w:rsidRPr="009B570B" w:rsidRDefault="003351C9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PPiW.W05</w:t>
            </w:r>
          </w:p>
        </w:tc>
      </w:tr>
      <w:tr w:rsidR="003351C9" w:rsidRPr="009C54AE" w14:paraId="35306BF7" w14:textId="77777777" w:rsidTr="009B570B">
        <w:tc>
          <w:tcPr>
            <w:tcW w:w="1679" w:type="dxa"/>
          </w:tcPr>
          <w:p w14:paraId="1B79E4E9" w14:textId="77777777" w:rsidR="003351C9" w:rsidRPr="009B570B" w:rsidRDefault="003351C9" w:rsidP="00335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6" w:type="dxa"/>
          </w:tcPr>
          <w:p w14:paraId="2E4F70EC" w14:textId="77777777" w:rsidR="003351C9" w:rsidRPr="009B570B" w:rsidRDefault="00C52732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>ntegruje wiedzę teoretyczną z zakresu pedagogiki przedszkolnej, w tym wybrane modele i koncepcje pedagogiczne, w celu dokonania analizy i interpretacji złożonych problemów opiekuńczych, edukacyjnych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wychowawczych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38ABE301" w14:textId="77777777" w:rsidR="003351C9" w:rsidRPr="009B570B" w:rsidRDefault="003351C9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PPiW.U04</w:t>
            </w:r>
          </w:p>
        </w:tc>
      </w:tr>
      <w:tr w:rsidR="003351C9" w:rsidRPr="009C54AE" w14:paraId="0B1D5ACE" w14:textId="77777777" w:rsidTr="009B570B">
        <w:tc>
          <w:tcPr>
            <w:tcW w:w="1679" w:type="dxa"/>
          </w:tcPr>
          <w:p w14:paraId="1DAAAAF7" w14:textId="77777777" w:rsidR="003351C9" w:rsidRPr="009B570B" w:rsidRDefault="003351C9" w:rsidP="003351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6" w:type="dxa"/>
          </w:tcPr>
          <w:p w14:paraId="376D7D1A" w14:textId="77777777" w:rsidR="003351C9" w:rsidRPr="009B570B" w:rsidRDefault="00C52732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351C9" w:rsidRPr="009B570B">
              <w:rPr>
                <w:rFonts w:ascii="Corbel" w:hAnsi="Corbel"/>
                <w:b w:val="0"/>
                <w:smallCaps w:val="0"/>
                <w:szCs w:val="24"/>
              </w:rPr>
              <w:t>lanuje pracę w grupie przedszkolnej oraz wspiera dzieci w wyrażaniu swojej indywidualności w sposób twórczy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7E653133" w14:textId="77777777" w:rsidR="003351C9" w:rsidRPr="009B570B" w:rsidRDefault="003351C9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PPiW.U13</w:t>
            </w:r>
          </w:p>
        </w:tc>
      </w:tr>
      <w:tr w:rsidR="00060ED1" w:rsidRPr="009C54AE" w14:paraId="400B551E" w14:textId="77777777" w:rsidTr="009B570B">
        <w:trPr>
          <w:trHeight w:val="615"/>
        </w:trPr>
        <w:tc>
          <w:tcPr>
            <w:tcW w:w="1679" w:type="dxa"/>
          </w:tcPr>
          <w:p w14:paraId="00314C42" w14:textId="77777777" w:rsidR="00060ED1" w:rsidRPr="009B570B" w:rsidRDefault="00060ED1" w:rsidP="00060E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6" w:type="dxa"/>
          </w:tcPr>
          <w:p w14:paraId="7E473506" w14:textId="77777777" w:rsidR="00060ED1" w:rsidRPr="009B570B" w:rsidRDefault="00C52732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 xml:space="preserve">charakteryzuje wybraną koncepcję wychowania 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>rzedszkolnego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0CCA181A" w14:textId="77777777" w:rsidR="00060ED1" w:rsidRPr="009B570B" w:rsidRDefault="00060ED1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060ED1" w:rsidRPr="009C54AE" w14:paraId="1DCF7009" w14:textId="77777777" w:rsidTr="009B570B">
        <w:tc>
          <w:tcPr>
            <w:tcW w:w="1679" w:type="dxa"/>
          </w:tcPr>
          <w:p w14:paraId="0DCD382B" w14:textId="77777777" w:rsidR="00060ED1" w:rsidRPr="009B570B" w:rsidRDefault="00060ED1" w:rsidP="00060E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6" w:type="dxa"/>
          </w:tcPr>
          <w:p w14:paraId="14F07C0D" w14:textId="77777777" w:rsidR="00060ED1" w:rsidRPr="009B570B" w:rsidRDefault="00C52732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060ED1" w:rsidRPr="009B570B">
              <w:rPr>
                <w:rFonts w:ascii="Corbel" w:hAnsi="Corbel"/>
                <w:b w:val="0"/>
                <w:smallCaps w:val="0"/>
                <w:szCs w:val="24"/>
              </w:rPr>
              <w:t>ybiera właściwy dla pracy przedszkola sposób postępowania oraz dobiera środki i metody pracy w celu efektywnego wykonania zadań zawodowych na etapie edukacji przedszkolnej</w:t>
            </w:r>
            <w:r w:rsidR="00FD5912" w:rsidRPr="009B570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68D3BB90" w14:textId="77777777" w:rsidR="00060ED1" w:rsidRPr="009B570B" w:rsidRDefault="00060ED1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PPiW.W12</w:t>
            </w:r>
          </w:p>
        </w:tc>
      </w:tr>
      <w:tr w:rsidR="00060ED1" w:rsidRPr="009C54AE" w14:paraId="3AE9B289" w14:textId="77777777" w:rsidTr="009B570B">
        <w:tc>
          <w:tcPr>
            <w:tcW w:w="1679" w:type="dxa"/>
          </w:tcPr>
          <w:p w14:paraId="3A09D240" w14:textId="77777777" w:rsidR="00060ED1" w:rsidRPr="009B570B" w:rsidRDefault="00060ED1" w:rsidP="00060E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5976" w:type="dxa"/>
          </w:tcPr>
          <w:p w14:paraId="25D3B7F2" w14:textId="77777777" w:rsidR="00060ED1" w:rsidRPr="009B570B" w:rsidRDefault="00060ED1" w:rsidP="008403C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mallCaps w:val="0"/>
                <w:szCs w:val="24"/>
              </w:rPr>
              <w:t>Potrafi skutecznie porozumiewać się z różnymi odbiorcami, w tym z dziećmi, rodzicami lub opiekunami oraz specjalistami także z wykorzystaniem nowoczesnych rozwiązań technologicznych.</w:t>
            </w:r>
          </w:p>
        </w:tc>
        <w:tc>
          <w:tcPr>
            <w:tcW w:w="1865" w:type="dxa"/>
            <w:vAlign w:val="center"/>
          </w:tcPr>
          <w:p w14:paraId="46447875" w14:textId="77777777" w:rsidR="00060ED1" w:rsidRPr="009B570B" w:rsidRDefault="00060ED1" w:rsidP="009B570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9B570B">
              <w:rPr>
                <w:rFonts w:ascii="Corbel" w:hAnsi="Corbel"/>
                <w:sz w:val="24"/>
                <w:szCs w:val="24"/>
              </w:rPr>
              <w:t>PPiW.U11</w:t>
            </w:r>
          </w:p>
          <w:p w14:paraId="4BCE0D86" w14:textId="77777777" w:rsidR="00060ED1" w:rsidRPr="009B570B" w:rsidRDefault="00060ED1" w:rsidP="009B5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570B">
              <w:rPr>
                <w:rFonts w:ascii="Corbel" w:hAnsi="Corbel"/>
                <w:b w:val="0"/>
                <w:szCs w:val="24"/>
              </w:rPr>
              <w:t>PPiW.K05</w:t>
            </w:r>
          </w:p>
        </w:tc>
      </w:tr>
    </w:tbl>
    <w:p w14:paraId="3272F7F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A0133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B0E770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4F8409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0A34D4" w14:textId="77777777" w:rsidTr="009D6B30">
        <w:tc>
          <w:tcPr>
            <w:tcW w:w="9520" w:type="dxa"/>
          </w:tcPr>
          <w:p w14:paraId="32D3024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0BFC57D" w14:textId="77777777" w:rsidTr="009D6B30">
        <w:tc>
          <w:tcPr>
            <w:tcW w:w="9520" w:type="dxa"/>
          </w:tcPr>
          <w:p w14:paraId="76999236" w14:textId="77777777" w:rsidR="00060ED1" w:rsidRDefault="00060ED1" w:rsidP="00060E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Pedagogika przedszkolna jako nauka- subdyscyplina pedagogiki; rozwój pedagogiki </w:t>
            </w:r>
          </w:p>
          <w:p w14:paraId="7C8B22B7" w14:textId="77777777" w:rsidR="0085747A" w:rsidRPr="009C54AE" w:rsidRDefault="00060ED1" w:rsidP="00060ED1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przedszkolnej.</w:t>
            </w:r>
          </w:p>
        </w:tc>
      </w:tr>
      <w:tr w:rsidR="00C50939" w:rsidRPr="009C54AE" w14:paraId="454400E6" w14:textId="77777777" w:rsidTr="009D6B30">
        <w:tc>
          <w:tcPr>
            <w:tcW w:w="9520" w:type="dxa"/>
          </w:tcPr>
          <w:p w14:paraId="5807FB64" w14:textId="14D160D4" w:rsidR="00C50939" w:rsidRDefault="00C50939" w:rsidP="00C509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Przedstawiciele pedagogiki przedszkolnej</w:t>
            </w:r>
            <w:r w:rsidR="00F8493E">
              <w:rPr>
                <w:rFonts w:hAnsi="Corbel"/>
                <w:sz w:val="24"/>
                <w:szCs w:val="24"/>
              </w:rPr>
              <w:t xml:space="preserve"> </w:t>
            </w:r>
            <w:r w:rsidRPr="002D4E46">
              <w:rPr>
                <w:rFonts w:ascii="Corbel" w:hAnsi="Corbel"/>
                <w:bCs/>
              </w:rPr>
              <w:t xml:space="preserve">Fryderyk Wilhelm Fröbel, </w:t>
            </w:r>
            <w:r w:rsidRPr="002D4E46">
              <w:rPr>
                <w:rFonts w:ascii="Corbel" w:hAnsi="Corbel"/>
                <w:bCs/>
                <w:sz w:val="24"/>
                <w:szCs w:val="24"/>
              </w:rPr>
              <w:t>Maria Montessori, Owidiusz Decroli</w:t>
            </w:r>
            <w:r>
              <w:rPr>
                <w:rFonts w:ascii="Corbel" w:hAnsi="Corbel"/>
                <w:bCs/>
                <w:sz w:val="24"/>
                <w:szCs w:val="24"/>
              </w:rPr>
              <w:t>.</w:t>
            </w:r>
            <w:r w:rsidRPr="002D4E46">
              <w:rPr>
                <w:rFonts w:ascii="Corbel" w:hAnsi="Corbel"/>
                <w:bCs/>
                <w:sz w:val="24"/>
                <w:szCs w:val="24"/>
              </w:rPr>
              <w:t xml:space="preserve"> Przedstawiciele polskiej pedagogiki przedszkolnej</w:t>
            </w:r>
          </w:p>
        </w:tc>
      </w:tr>
      <w:tr w:rsidR="0085747A" w:rsidRPr="009C54AE" w14:paraId="162C9315" w14:textId="77777777" w:rsidTr="009D6B30">
        <w:tc>
          <w:tcPr>
            <w:tcW w:w="9520" w:type="dxa"/>
          </w:tcPr>
          <w:p w14:paraId="5CE34721" w14:textId="11BE23A8" w:rsidR="0085747A" w:rsidRPr="009C54AE" w:rsidRDefault="00060ED1" w:rsidP="00C50939">
            <w:pPr>
              <w:pStyle w:val="Akapitzlist"/>
              <w:spacing w:after="0" w:line="240" w:lineRule="auto"/>
              <w:ind w:left="-83" w:firstLine="83"/>
              <w:rPr>
                <w:rFonts w:ascii="Corbel" w:hAnsi="Corbel"/>
                <w:sz w:val="24"/>
                <w:szCs w:val="24"/>
              </w:rPr>
            </w:pPr>
            <w:r w:rsidRPr="00793A92">
              <w:rPr>
                <w:rFonts w:ascii="Corbel" w:hAnsi="Corbel"/>
                <w:sz w:val="24"/>
                <w:szCs w:val="24"/>
              </w:rPr>
              <w:t>Historyczno- epistemologiczne podstawy pedagogiki przedszkolnej</w:t>
            </w:r>
            <w:r w:rsidR="00F8493E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793A92">
              <w:rPr>
                <w:rFonts w:ascii="Corbel" w:hAnsi="Corbel"/>
                <w:sz w:val="24"/>
                <w:szCs w:val="24"/>
              </w:rPr>
              <w:t>Rola Nowego Wychowania w kreowaniu pedagogiki przedszkolnej jako nauki o edukacyjnym zagospodarowaniu dzieciństwa.</w:t>
            </w:r>
          </w:p>
        </w:tc>
      </w:tr>
      <w:tr w:rsidR="009D6B30" w:rsidRPr="009C54AE" w14:paraId="4C9CCECB" w14:textId="77777777" w:rsidTr="009D6B30">
        <w:tc>
          <w:tcPr>
            <w:tcW w:w="9520" w:type="dxa"/>
          </w:tcPr>
          <w:p w14:paraId="47135B27" w14:textId="1E9409D7"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Współczesne tendencje i kierunki </w:t>
            </w:r>
            <w:r w:rsidRPr="00793A92">
              <w:rPr>
                <w:rFonts w:ascii="Corbel" w:hAnsi="Corbel"/>
                <w:sz w:val="24"/>
                <w:szCs w:val="24"/>
              </w:rPr>
              <w:t xml:space="preserve">w pedagogice przedszkolnej.  </w:t>
            </w:r>
            <w:r w:rsidR="00F8493E">
              <w:rPr>
                <w:rFonts w:ascii="Corbel" w:hAnsi="Corbel"/>
                <w:sz w:val="24"/>
                <w:szCs w:val="24"/>
              </w:rPr>
              <w:t>S</w:t>
            </w:r>
            <w:r w:rsidRPr="00793A92">
              <w:rPr>
                <w:rFonts w:ascii="Corbel" w:hAnsi="Corbel"/>
                <w:sz w:val="24"/>
                <w:szCs w:val="24"/>
              </w:rPr>
              <w:t>połeczno-prawne podstawy funkcjonowania przedszkola</w:t>
            </w:r>
            <w:r w:rsidR="00F8493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93A92">
              <w:rPr>
                <w:rFonts w:ascii="Corbel" w:hAnsi="Corbel"/>
                <w:sz w:val="24"/>
                <w:szCs w:val="24"/>
              </w:rPr>
              <w:t>jako instytucji edukacyjnej.</w:t>
            </w:r>
          </w:p>
        </w:tc>
      </w:tr>
      <w:tr w:rsidR="009B0473" w:rsidRPr="009C54AE" w14:paraId="0480AD55" w14:textId="77777777" w:rsidTr="009D6B30">
        <w:tc>
          <w:tcPr>
            <w:tcW w:w="9520" w:type="dxa"/>
          </w:tcPr>
          <w:p w14:paraId="36B6239A" w14:textId="77777777" w:rsidR="009B0473" w:rsidRDefault="009B0473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Innowacyjne koncepcje wychowania przedszkolnego i ich realizacja w Polsce </w:t>
            </w:r>
          </w:p>
        </w:tc>
      </w:tr>
      <w:tr w:rsidR="009D6B30" w:rsidRPr="009C54AE" w14:paraId="52D07B3A" w14:textId="77777777" w:rsidTr="009D6B30">
        <w:tc>
          <w:tcPr>
            <w:tcW w:w="9520" w:type="dxa"/>
          </w:tcPr>
          <w:p w14:paraId="578635F2" w14:textId="1E9212D6"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93A92">
              <w:rPr>
                <w:rFonts w:ascii="Corbel" w:hAnsi="Corbel"/>
                <w:sz w:val="24"/>
                <w:szCs w:val="24"/>
              </w:rPr>
              <w:t xml:space="preserve"> Cele edukacji przedszkolnej. Źródła wywodu celów edukacji dzieci. Funkcje współczesnego  </w:t>
            </w:r>
            <w:r w:rsidRPr="00793A92">
              <w:rPr>
                <w:rFonts w:ascii="Corbel" w:hAnsi="Corbel"/>
                <w:sz w:val="24"/>
                <w:szCs w:val="24"/>
              </w:rPr>
              <w:br/>
              <w:t xml:space="preserve">  przedszkola.</w:t>
            </w:r>
            <w:r w:rsidR="00F8493E">
              <w:rPr>
                <w:rFonts w:ascii="Corbel" w:hAnsi="Corbel"/>
                <w:sz w:val="24"/>
                <w:szCs w:val="24"/>
              </w:rPr>
              <w:t xml:space="preserve"> Podstawa programowa wychowania przedszkolnego. </w:t>
            </w:r>
          </w:p>
        </w:tc>
      </w:tr>
      <w:tr w:rsidR="00C50939" w:rsidRPr="009C54AE" w14:paraId="58E79DDC" w14:textId="77777777" w:rsidTr="009D6B30">
        <w:tc>
          <w:tcPr>
            <w:tcW w:w="9520" w:type="dxa"/>
          </w:tcPr>
          <w:p w14:paraId="231432A5" w14:textId="157D42CC" w:rsidR="00C50939" w:rsidRPr="00793A92" w:rsidRDefault="00C50939" w:rsidP="009B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Oddziaływania wychowawcze</w:t>
            </w:r>
            <w:r w:rsidR="00F8493E">
              <w:rPr>
                <w:rFonts w:ascii="Corbel" w:hAnsi="Corbel"/>
                <w:sz w:val="24"/>
                <w:szCs w:val="24"/>
              </w:rPr>
              <w:t xml:space="preserve"> - </w:t>
            </w:r>
            <w:r w:rsidRPr="00FD5912">
              <w:rPr>
                <w:rFonts w:ascii="Corbel" w:hAnsi="Corbel"/>
                <w:sz w:val="24"/>
                <w:szCs w:val="24"/>
              </w:rPr>
              <w:t xml:space="preserve">style wychowania w praktyce </w:t>
            </w:r>
            <w:r w:rsidR="009B0473" w:rsidRPr="00FD5912">
              <w:rPr>
                <w:rFonts w:ascii="Corbel" w:hAnsi="Corbel"/>
                <w:sz w:val="24"/>
                <w:szCs w:val="24"/>
              </w:rPr>
              <w:t>przedszkolnej</w:t>
            </w:r>
          </w:p>
        </w:tc>
      </w:tr>
      <w:tr w:rsidR="009D6B30" w:rsidRPr="009C54AE" w14:paraId="39F1017C" w14:textId="77777777" w:rsidTr="009D6B30">
        <w:tc>
          <w:tcPr>
            <w:tcW w:w="9520" w:type="dxa"/>
          </w:tcPr>
          <w:p w14:paraId="489FEA6C" w14:textId="77777777" w:rsidR="009D6B30" w:rsidRPr="00793A92" w:rsidRDefault="009D6B30" w:rsidP="009D6B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D6B30">
              <w:rPr>
                <w:rFonts w:ascii="Corbel" w:hAnsi="Corbel"/>
                <w:sz w:val="24"/>
                <w:szCs w:val="24"/>
              </w:rPr>
              <w:t xml:space="preserve">Zabawa dziecka, motywacje zabawowe w świetle teorii zabaw, rola zabawy w procesie   </w:t>
            </w:r>
            <w:r w:rsidRPr="009D6B30">
              <w:rPr>
                <w:rFonts w:ascii="Corbel" w:hAnsi="Corbel"/>
                <w:sz w:val="24"/>
                <w:szCs w:val="24"/>
              </w:rPr>
              <w:br/>
              <w:t xml:space="preserve">  uczenia się dzieci w przedszkolu.</w:t>
            </w:r>
          </w:p>
        </w:tc>
      </w:tr>
      <w:tr w:rsidR="009D6B30" w:rsidRPr="009C54AE" w14:paraId="483B53C9" w14:textId="77777777" w:rsidTr="009D6B30">
        <w:tc>
          <w:tcPr>
            <w:tcW w:w="9520" w:type="dxa"/>
          </w:tcPr>
          <w:p w14:paraId="6DD2BA20" w14:textId="32BD4C86" w:rsidR="009D6B30" w:rsidRPr="00793A92" w:rsidRDefault="009D6B30" w:rsidP="009B047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w wychowaniu przedszkolnym</w:t>
            </w:r>
            <w:r w:rsidR="00F8493E">
              <w:rPr>
                <w:rFonts w:ascii="Corbel" w:hAnsi="Corbel"/>
                <w:sz w:val="24"/>
                <w:szCs w:val="24"/>
              </w:rPr>
              <w:t xml:space="preserve"> - </w:t>
            </w:r>
            <w:r w:rsidR="009B0473">
              <w:rPr>
                <w:rFonts w:ascii="Corbel" w:hAnsi="Corbel"/>
                <w:sz w:val="24"/>
                <w:szCs w:val="24"/>
              </w:rPr>
              <w:t>rodzaje planowania</w:t>
            </w:r>
          </w:p>
        </w:tc>
      </w:tr>
      <w:tr w:rsidR="009D6B30" w:rsidRPr="009C54AE" w14:paraId="4D0A2ED9" w14:textId="77777777" w:rsidTr="009D6B30">
        <w:tc>
          <w:tcPr>
            <w:tcW w:w="9520" w:type="dxa"/>
          </w:tcPr>
          <w:p w14:paraId="270A3118" w14:textId="77777777" w:rsidR="009D6B30" w:rsidRPr="00793A92" w:rsidRDefault="009D6B30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3A92">
              <w:rPr>
                <w:rFonts w:ascii="Corbel" w:hAnsi="Corbel"/>
                <w:b w:val="0"/>
                <w:smallCaps w:val="0"/>
                <w:szCs w:val="24"/>
              </w:rPr>
              <w:t xml:space="preserve"> Dojrzał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ość</w:t>
            </w:r>
            <w:r w:rsidR="00C50939">
              <w:rPr>
                <w:rFonts w:ascii="Corbel" w:hAnsi="Corbel"/>
                <w:b w:val="0"/>
                <w:smallCaps w:val="0"/>
                <w:szCs w:val="24"/>
              </w:rPr>
              <w:t>/ gotowo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ść szkolna i jej uwarunkowania.</w:t>
            </w:r>
          </w:p>
        </w:tc>
      </w:tr>
      <w:tr w:rsidR="009D6B30" w:rsidRPr="009C54AE" w14:paraId="0B27C989" w14:textId="77777777" w:rsidTr="009D6B30">
        <w:tc>
          <w:tcPr>
            <w:tcW w:w="9520" w:type="dxa"/>
          </w:tcPr>
          <w:p w14:paraId="1AB41F77" w14:textId="232D8760" w:rsidR="009D6B30" w:rsidRPr="00793A92" w:rsidRDefault="009D6B30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93A92">
              <w:rPr>
                <w:rFonts w:ascii="Corbel" w:hAnsi="Corbel"/>
                <w:b w:val="0"/>
                <w:smallCaps w:val="0"/>
                <w:szCs w:val="24"/>
              </w:rPr>
              <w:t>Nauczycielka przedszkola-jej rol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 w rozwoju dziecka w świetle deon</w:t>
            </w:r>
            <w:r w:rsidRPr="00793A92">
              <w:rPr>
                <w:rFonts w:ascii="Corbel" w:hAnsi="Corbel"/>
                <w:b w:val="0"/>
                <w:smallCaps w:val="0"/>
                <w:szCs w:val="24"/>
              </w:rPr>
              <w:t>tologii nauczycielskiej.</w:t>
            </w:r>
          </w:p>
        </w:tc>
      </w:tr>
      <w:tr w:rsidR="0063250C" w:rsidRPr="009C54AE" w14:paraId="0DD694BC" w14:textId="77777777" w:rsidTr="009D6B30">
        <w:tc>
          <w:tcPr>
            <w:tcW w:w="9520" w:type="dxa"/>
          </w:tcPr>
          <w:p w14:paraId="1FF82600" w14:textId="4177B793" w:rsidR="0063250C" w:rsidRPr="00793A92" w:rsidRDefault="0063250C" w:rsidP="009D6B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Dzieciństwo i dziecko jako główne pojęcia pedagogiki przedszkolnej. Tezy 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otyczące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szczególności dzieciństwa.</w:t>
            </w:r>
          </w:p>
        </w:tc>
      </w:tr>
    </w:tbl>
    <w:p w14:paraId="106B54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8920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7A3884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13CEECA" w14:textId="77777777" w:rsidTr="009B0473">
        <w:tc>
          <w:tcPr>
            <w:tcW w:w="9520" w:type="dxa"/>
          </w:tcPr>
          <w:p w14:paraId="47AF0AC4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0473" w:rsidRPr="009C54AE" w14:paraId="42386583" w14:textId="77777777" w:rsidTr="009B0473">
        <w:tc>
          <w:tcPr>
            <w:tcW w:w="9520" w:type="dxa"/>
          </w:tcPr>
          <w:p w14:paraId="71BEDD30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Prawne i organizacyjne podstawy  funkcjonowania współczesnego przedszkola.</w:t>
            </w:r>
          </w:p>
        </w:tc>
      </w:tr>
      <w:tr w:rsidR="009B0473" w:rsidRPr="009C54AE" w14:paraId="44F5BEC5" w14:textId="77777777" w:rsidTr="009B0473">
        <w:tc>
          <w:tcPr>
            <w:tcW w:w="9520" w:type="dxa"/>
          </w:tcPr>
          <w:p w14:paraId="089B32BA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Podstawy funkcjonowania alternatywnych form wychowania przedszkolnego . </w:t>
            </w:r>
          </w:p>
        </w:tc>
      </w:tr>
      <w:tr w:rsidR="009B0473" w:rsidRPr="009C54AE" w14:paraId="576A817F" w14:textId="77777777" w:rsidTr="009B0473">
        <w:tc>
          <w:tcPr>
            <w:tcW w:w="9520" w:type="dxa"/>
          </w:tcPr>
          <w:p w14:paraId="22A4640F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Biopsychiczne pod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stawy wychowania przedszkolnego. R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ozwój fizyczny i motoryczny,  </w:t>
            </w:r>
          </w:p>
          <w:p w14:paraId="179F5AC9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psychiczny, poznawczy, emocjonalno- społeczny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dziecka w wieku przedszkolnym.</w:t>
            </w:r>
          </w:p>
        </w:tc>
      </w:tr>
      <w:tr w:rsidR="009B0473" w:rsidRPr="009C54AE" w14:paraId="3708CBF7" w14:textId="77777777" w:rsidTr="009B0473">
        <w:tc>
          <w:tcPr>
            <w:tcW w:w="9520" w:type="dxa"/>
          </w:tcPr>
          <w:p w14:paraId="2BF6D2FC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Uwarunkowania procesu adaptacji dziecka do warunków przedszkola: zachowania dzieci 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wykazujących trudności w adaptacji,  przygotowanie dzieci 3-letnich do podjęcia edukacji 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przedszkolnej, program wstępnej adaptacji.</w:t>
            </w:r>
          </w:p>
        </w:tc>
      </w:tr>
      <w:tr w:rsidR="009B0473" w:rsidRPr="009C54AE" w14:paraId="07D7ECA0" w14:textId="77777777" w:rsidTr="009B0473">
        <w:tc>
          <w:tcPr>
            <w:tcW w:w="9520" w:type="dxa"/>
          </w:tcPr>
          <w:p w14:paraId="678581F8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Organizacja środowiska przedszkolnego: struktura  i funk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t xml:space="preserve">cjonowanie dziecka w grupie </w:t>
            </w:r>
            <w:r w:rsidR="00C52732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wiekowej, zagospodarowanie sali,   organizacja dnia pobytu dziecka w przedszkolu.</w:t>
            </w:r>
          </w:p>
        </w:tc>
      </w:tr>
      <w:tr w:rsidR="009B0473" w:rsidRPr="009C54AE" w14:paraId="0F9E2279" w14:textId="77777777" w:rsidTr="009B0473">
        <w:tc>
          <w:tcPr>
            <w:tcW w:w="9520" w:type="dxa"/>
          </w:tcPr>
          <w:p w14:paraId="019D6E53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Kierowanie rozwojem dziecka,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proces 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>wychowania w przedszkolu.</w:t>
            </w:r>
          </w:p>
        </w:tc>
      </w:tr>
      <w:tr w:rsidR="009B0473" w:rsidRPr="009C54AE" w14:paraId="6A7663E2" w14:textId="77777777" w:rsidTr="009B0473">
        <w:tc>
          <w:tcPr>
            <w:tcW w:w="9520" w:type="dxa"/>
          </w:tcPr>
          <w:p w14:paraId="409D37E7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Cele wychowania przedszkolnego, funkcje przedszkola.</w:t>
            </w:r>
          </w:p>
        </w:tc>
      </w:tr>
      <w:tr w:rsidR="009B0473" w:rsidRPr="009C54AE" w14:paraId="46B435D5" w14:textId="77777777" w:rsidTr="009B0473">
        <w:tc>
          <w:tcPr>
            <w:tcW w:w="9520" w:type="dxa"/>
          </w:tcPr>
          <w:p w14:paraId="5AE2B7DB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Podstawowe metody, zasady pracy pedagogicz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nej i formy organizacyjne</w:t>
            </w: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9B0473" w:rsidRPr="009C54AE" w14:paraId="3A633670" w14:textId="77777777" w:rsidTr="009B0473">
        <w:tc>
          <w:tcPr>
            <w:tcW w:w="9520" w:type="dxa"/>
          </w:tcPr>
          <w:p w14:paraId="0A820E17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Integracja  elementów procesu edukacji w przedszkolu.</w:t>
            </w:r>
          </w:p>
        </w:tc>
      </w:tr>
      <w:tr w:rsidR="009B0473" w:rsidRPr="009C54AE" w14:paraId="5FF44029" w14:textId="77777777" w:rsidTr="009B0473">
        <w:tc>
          <w:tcPr>
            <w:tcW w:w="9520" w:type="dxa"/>
          </w:tcPr>
          <w:p w14:paraId="0B2C355E" w14:textId="77777777" w:rsidR="009B0473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Podstawa Programowa Wychowania Przedszkolnego – istota programu edukacyjnego jako  </w:t>
            </w:r>
          </w:p>
          <w:p w14:paraId="3A07FFFC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  planu rozwoju dzieci w przedszkolu.</w:t>
            </w:r>
          </w:p>
        </w:tc>
      </w:tr>
      <w:tr w:rsidR="009B0473" w:rsidRPr="009C54AE" w14:paraId="2E2DF3EF" w14:textId="77777777" w:rsidTr="009B0473">
        <w:tc>
          <w:tcPr>
            <w:tcW w:w="9520" w:type="dxa"/>
          </w:tcPr>
          <w:p w14:paraId="384E4807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Zabawa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jako forma uczenia się dziecka, rodzaje i cechy zabawy.</w:t>
            </w:r>
          </w:p>
        </w:tc>
      </w:tr>
      <w:tr w:rsidR="009B0473" w:rsidRPr="009C54AE" w14:paraId="2EA22E6B" w14:textId="77777777" w:rsidTr="009B0473">
        <w:tc>
          <w:tcPr>
            <w:tcW w:w="9520" w:type="dxa"/>
          </w:tcPr>
          <w:p w14:paraId="33F3E4ED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 Trudności dzieci przedszkolnych w procesie uczenia się, praca diagnostyczna i terapeutyczna.</w:t>
            </w:r>
          </w:p>
        </w:tc>
      </w:tr>
      <w:tr w:rsidR="009B0473" w:rsidRPr="009C54AE" w14:paraId="652E8173" w14:textId="77777777" w:rsidTr="009B0473">
        <w:tc>
          <w:tcPr>
            <w:tcW w:w="9520" w:type="dxa"/>
          </w:tcPr>
          <w:p w14:paraId="1EDB7BF1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Rola nauczycielki przedszkola w budowaniu warunków do rozwoju dziecka.</w:t>
            </w:r>
          </w:p>
        </w:tc>
      </w:tr>
      <w:tr w:rsidR="009B0473" w:rsidRPr="009C54AE" w14:paraId="734F194A" w14:textId="77777777" w:rsidTr="009B0473">
        <w:tc>
          <w:tcPr>
            <w:tcW w:w="9520" w:type="dxa"/>
          </w:tcPr>
          <w:p w14:paraId="4428FBC2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>Udział przedszkola w budowaniu gotowości szkolnej.</w:t>
            </w:r>
          </w:p>
        </w:tc>
      </w:tr>
      <w:tr w:rsidR="009B0473" w:rsidRPr="009C54AE" w14:paraId="1B1DA180" w14:textId="77777777" w:rsidTr="009B0473">
        <w:tc>
          <w:tcPr>
            <w:tcW w:w="9520" w:type="dxa"/>
          </w:tcPr>
          <w:p w14:paraId="3C8A2797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6082">
              <w:rPr>
                <w:rFonts w:ascii="Corbel" w:hAnsi="Corbel"/>
                <w:b w:val="0"/>
                <w:smallCaps w:val="0"/>
                <w:szCs w:val="24"/>
              </w:rPr>
              <w:t xml:space="preserve">Współpraca przedszkola z rodzicami i środowiskiem społecznym. </w:t>
            </w:r>
          </w:p>
        </w:tc>
      </w:tr>
      <w:tr w:rsidR="009B0473" w:rsidRPr="009C54AE" w14:paraId="7DD6E5C0" w14:textId="77777777" w:rsidTr="009B0473">
        <w:tc>
          <w:tcPr>
            <w:tcW w:w="9520" w:type="dxa"/>
          </w:tcPr>
          <w:p w14:paraId="5AC97694" w14:textId="77777777" w:rsidR="009B0473" w:rsidRPr="00B96082" w:rsidRDefault="009B0473" w:rsidP="009B04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Obserwacja dziecka w warunkach przedszkola. </w:t>
            </w:r>
          </w:p>
        </w:tc>
      </w:tr>
    </w:tbl>
    <w:p w14:paraId="3838FCB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D44165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81A70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48CE20" w14:textId="77777777" w:rsidR="0085747A" w:rsidRPr="009C54AE" w:rsidRDefault="002568DD" w:rsidP="002568D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problemowy, wykład z prezentacją multimedialną, analiza tekstów z dyskusją, metoda gier dydaktycznych,   praca w grupach</w:t>
      </w:r>
    </w:p>
    <w:p w14:paraId="29189F0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9AB87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A3D26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9CA6D3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5CD982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B51CA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EA3C232" w14:textId="77777777" w:rsidTr="00C52732">
        <w:tc>
          <w:tcPr>
            <w:tcW w:w="1962" w:type="dxa"/>
            <w:vAlign w:val="center"/>
          </w:tcPr>
          <w:p w14:paraId="6BDB503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7A1E1A4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785A344E" w14:textId="77777777" w:rsidR="0085747A" w:rsidRPr="004919E8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7958B7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14739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4919E8" w14:paraId="306CBCFE" w14:textId="77777777" w:rsidTr="009B570B">
        <w:tc>
          <w:tcPr>
            <w:tcW w:w="1962" w:type="dxa"/>
          </w:tcPr>
          <w:p w14:paraId="7B5DDDB0" w14:textId="77777777" w:rsidR="0085747A" w:rsidRPr="004919E8" w:rsidRDefault="002568DD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5747A"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</w:tcPr>
          <w:p w14:paraId="5B0EADDC" w14:textId="77777777" w:rsidR="0085747A" w:rsidRPr="004919E8" w:rsidRDefault="005C31AB" w:rsidP="004919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4A5501"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17" w:type="dxa"/>
            <w:vAlign w:val="center"/>
          </w:tcPr>
          <w:p w14:paraId="5D30B3C0" w14:textId="77777777" w:rsidR="0085747A" w:rsidRPr="004919E8" w:rsidRDefault="004A5501" w:rsidP="009B5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85747A" w:rsidRPr="009C54AE" w14:paraId="644A9C4E" w14:textId="77777777" w:rsidTr="009B570B">
        <w:tc>
          <w:tcPr>
            <w:tcW w:w="1962" w:type="dxa"/>
          </w:tcPr>
          <w:p w14:paraId="569B39DC" w14:textId="77777777" w:rsidR="0085747A" w:rsidRPr="009C54AE" w:rsidRDefault="0085747A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C0781BE" w14:textId="77777777" w:rsidR="0085747A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kolokwium, egzamin</w:t>
            </w:r>
          </w:p>
        </w:tc>
        <w:tc>
          <w:tcPr>
            <w:tcW w:w="2117" w:type="dxa"/>
            <w:vAlign w:val="center"/>
          </w:tcPr>
          <w:p w14:paraId="6709212D" w14:textId="77777777" w:rsidR="0085747A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5C31AB" w:rsidRPr="009C54AE" w14:paraId="36EE56F1" w14:textId="77777777" w:rsidTr="009B570B">
        <w:tc>
          <w:tcPr>
            <w:tcW w:w="1962" w:type="dxa"/>
          </w:tcPr>
          <w:p w14:paraId="1D5B37D3" w14:textId="77777777" w:rsidR="005C31AB" w:rsidRPr="009C54AE" w:rsidRDefault="005C31AB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4F796B2C" w14:textId="77777777" w:rsidR="005C31AB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zajęciach, kolokwium.</w:t>
            </w:r>
          </w:p>
        </w:tc>
        <w:tc>
          <w:tcPr>
            <w:tcW w:w="2117" w:type="dxa"/>
            <w:vAlign w:val="center"/>
          </w:tcPr>
          <w:p w14:paraId="001168CE" w14:textId="77777777" w:rsidR="005C31AB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5C31AB" w:rsidRPr="009C54AE" w14:paraId="0D116653" w14:textId="77777777" w:rsidTr="009B570B">
        <w:tc>
          <w:tcPr>
            <w:tcW w:w="1962" w:type="dxa"/>
          </w:tcPr>
          <w:p w14:paraId="708A268E" w14:textId="77777777" w:rsidR="005C31AB" w:rsidRPr="009C54AE" w:rsidRDefault="005C31AB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7EF5F63D" w14:textId="77777777" w:rsidR="005C31AB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zajęciach, kolokwium.</w:t>
            </w:r>
          </w:p>
        </w:tc>
        <w:tc>
          <w:tcPr>
            <w:tcW w:w="2117" w:type="dxa"/>
            <w:vAlign w:val="center"/>
          </w:tcPr>
          <w:p w14:paraId="3CF48EA7" w14:textId="77777777" w:rsidR="005C31AB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52732" w:rsidRPr="004A5501" w14:paraId="7BD184FF" w14:textId="77777777" w:rsidTr="009B570B">
        <w:tc>
          <w:tcPr>
            <w:tcW w:w="1962" w:type="dxa"/>
          </w:tcPr>
          <w:p w14:paraId="6F8F46D5" w14:textId="77777777" w:rsidR="00C52732" w:rsidRPr="009C54AE" w:rsidRDefault="00C52732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669D3A8F" w14:textId="77777777" w:rsidR="00C52732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zajęciach, egzamin</w:t>
            </w:r>
          </w:p>
        </w:tc>
        <w:tc>
          <w:tcPr>
            <w:tcW w:w="2117" w:type="dxa"/>
            <w:vAlign w:val="center"/>
          </w:tcPr>
          <w:p w14:paraId="38DC706B" w14:textId="77777777" w:rsidR="00C52732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C52732" w:rsidRPr="009C54AE" w14:paraId="7B80C4CB" w14:textId="77777777" w:rsidTr="009B570B">
        <w:tc>
          <w:tcPr>
            <w:tcW w:w="1962" w:type="dxa"/>
          </w:tcPr>
          <w:p w14:paraId="2FE81975" w14:textId="77777777" w:rsidR="00C52732" w:rsidRPr="009C54AE" w:rsidRDefault="00C52732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762569DA" w14:textId="77777777" w:rsidR="00C52732" w:rsidRPr="008403C3" w:rsidRDefault="004A5501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zajęciach, egzamin</w:t>
            </w:r>
          </w:p>
        </w:tc>
        <w:tc>
          <w:tcPr>
            <w:tcW w:w="2117" w:type="dxa"/>
            <w:vAlign w:val="center"/>
          </w:tcPr>
          <w:p w14:paraId="145AD3EC" w14:textId="77777777" w:rsidR="00C52732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C52732" w:rsidRPr="009C54AE" w14:paraId="2662968F" w14:textId="77777777" w:rsidTr="009B570B">
        <w:tc>
          <w:tcPr>
            <w:tcW w:w="1962" w:type="dxa"/>
          </w:tcPr>
          <w:p w14:paraId="160AAB91" w14:textId="77777777" w:rsidR="00C52732" w:rsidRPr="009C54AE" w:rsidRDefault="00C52732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14:paraId="32648B0E" w14:textId="77777777" w:rsidR="00C52732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  <w:vAlign w:val="center"/>
          </w:tcPr>
          <w:p w14:paraId="56376676" w14:textId="77777777" w:rsidR="00C52732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C52732" w:rsidRPr="009C54AE" w14:paraId="3D527CBB" w14:textId="77777777" w:rsidTr="009B570B">
        <w:tc>
          <w:tcPr>
            <w:tcW w:w="1962" w:type="dxa"/>
          </w:tcPr>
          <w:p w14:paraId="2F36AFB0" w14:textId="77777777" w:rsidR="00C52732" w:rsidRPr="009C54AE" w:rsidRDefault="00C52732" w:rsidP="002568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14:paraId="5FFEAE34" w14:textId="77777777" w:rsidR="00C52732" w:rsidRPr="008403C3" w:rsidRDefault="005C31AB" w:rsidP="004919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obserwacja na zajęciach</w:t>
            </w:r>
          </w:p>
        </w:tc>
        <w:tc>
          <w:tcPr>
            <w:tcW w:w="2117" w:type="dxa"/>
            <w:vAlign w:val="center"/>
          </w:tcPr>
          <w:p w14:paraId="486DF4BB" w14:textId="77777777" w:rsidR="00C52732" w:rsidRPr="008403C3" w:rsidRDefault="004A5501" w:rsidP="009B570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403C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087E0C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C64F9D" w14:textId="77777777" w:rsidR="0085747A" w:rsidRPr="004919E8" w:rsidRDefault="003E1941" w:rsidP="004919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 xml:space="preserve">Warunki </w:t>
      </w:r>
      <w:r w:rsidR="0085747A" w:rsidRPr="004919E8">
        <w:rPr>
          <w:rFonts w:ascii="Corbel" w:hAnsi="Corbel"/>
          <w:smallCaps w:val="0"/>
          <w:szCs w:val="24"/>
        </w:rPr>
        <w:t>zaliczenia przedmiotu (kryteria oceniania)</w:t>
      </w:r>
      <w:r w:rsidR="00923D7D" w:rsidRPr="004919E8">
        <w:rPr>
          <w:rFonts w:ascii="Corbel" w:hAnsi="Corbel"/>
          <w:b w:val="0"/>
          <w:smallCaps w:val="0"/>
          <w:szCs w:val="24"/>
        </w:rPr>
        <w:t xml:space="preserve"> </w:t>
      </w:r>
    </w:p>
    <w:p w14:paraId="2DE90B69" w14:textId="77777777" w:rsidR="00923D7D" w:rsidRPr="004919E8" w:rsidRDefault="00923D7D" w:rsidP="004919E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919E8" w14:paraId="40323810" w14:textId="77777777" w:rsidTr="00923D7D">
        <w:tc>
          <w:tcPr>
            <w:tcW w:w="9670" w:type="dxa"/>
          </w:tcPr>
          <w:p w14:paraId="606778A9" w14:textId="77777777" w:rsidR="002568DD" w:rsidRPr="004919E8" w:rsidRDefault="002568DD" w:rsidP="002568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szCs w:val="24"/>
              </w:rPr>
              <w:t>Punktowana aktywność w trakcie ćwiczeń, zaliczenie kolokwium (po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pierwszym</w:t>
            </w:r>
            <w:r w:rsidRPr="004919E8">
              <w:rPr>
                <w:rFonts w:ascii="Corbel" w:hAnsi="Corbel"/>
                <w:b w:val="0"/>
                <w:smallCaps w:val="0"/>
                <w:szCs w:val="24"/>
              </w:rPr>
              <w:t xml:space="preserve"> semestrze zajęć)-min. 51% punktów ocena dostateczna.</w:t>
            </w:r>
          </w:p>
          <w:p w14:paraId="7C8CCA1A" w14:textId="77777777" w:rsidR="0085747A" w:rsidRPr="009C54AE" w:rsidRDefault="002568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919E8">
              <w:rPr>
                <w:rFonts w:ascii="Corbel" w:hAnsi="Corbel"/>
                <w:b w:val="0"/>
                <w:smallCaps w:val="0"/>
                <w:szCs w:val="24"/>
              </w:rPr>
              <w:t>Zaliczenie egzaminu pisemnego.</w:t>
            </w:r>
          </w:p>
        </w:tc>
      </w:tr>
    </w:tbl>
    <w:p w14:paraId="619D97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DB32D2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539918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9C54AE" w14:paraId="02045400" w14:textId="77777777" w:rsidTr="003E1941">
        <w:tc>
          <w:tcPr>
            <w:tcW w:w="4962" w:type="dxa"/>
            <w:vAlign w:val="center"/>
          </w:tcPr>
          <w:p w14:paraId="3C91EAC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4E78C7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CA5D4FE" w14:textId="77777777" w:rsidTr="00923D7D">
        <w:tc>
          <w:tcPr>
            <w:tcW w:w="4962" w:type="dxa"/>
          </w:tcPr>
          <w:p w14:paraId="7B174243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656025F" w14:textId="77777777" w:rsidR="0085747A" w:rsidRPr="009C54AE" w:rsidRDefault="005C31AB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61DC5" w:rsidRPr="009C54AE" w14:paraId="4DBBC734" w14:textId="77777777" w:rsidTr="00923D7D">
        <w:tc>
          <w:tcPr>
            <w:tcW w:w="4962" w:type="dxa"/>
          </w:tcPr>
          <w:p w14:paraId="30E9165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790B3A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EDA09EE" w14:textId="77777777" w:rsidR="00C61DC5" w:rsidRPr="009C54AE" w:rsidRDefault="00A95E34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732A133A" w14:textId="77777777" w:rsidTr="00923D7D">
        <w:tc>
          <w:tcPr>
            <w:tcW w:w="4962" w:type="dxa"/>
          </w:tcPr>
          <w:p w14:paraId="37D5E444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3A2DE65" w14:textId="77777777" w:rsidR="00C61DC5" w:rsidRPr="009C54AE" w:rsidRDefault="00C61DC5" w:rsidP="00A95E3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(przygotowanie do zajęć,</w:t>
            </w:r>
            <w:r w:rsidR="005C31AB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egzaminu, </w:t>
            </w:r>
            <w:r w:rsidR="00A95E34">
              <w:rPr>
                <w:rFonts w:ascii="Corbel" w:hAnsi="Corbel"/>
                <w:sz w:val="24"/>
                <w:szCs w:val="24"/>
              </w:rPr>
              <w:t>praca w grupach</w:t>
            </w:r>
          </w:p>
        </w:tc>
        <w:tc>
          <w:tcPr>
            <w:tcW w:w="4677" w:type="dxa"/>
          </w:tcPr>
          <w:p w14:paraId="3A3A8C6D" w14:textId="77777777" w:rsidR="00C61DC5" w:rsidRPr="009C54AE" w:rsidRDefault="004A5501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5</w:t>
            </w:r>
            <w:r w:rsidR="00A95E3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7345499D" w14:textId="77777777" w:rsidTr="00923D7D">
        <w:tc>
          <w:tcPr>
            <w:tcW w:w="4962" w:type="dxa"/>
          </w:tcPr>
          <w:p w14:paraId="30308B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51743C97" w14:textId="77777777" w:rsidR="0085747A" w:rsidRPr="009C54AE" w:rsidRDefault="004A5501" w:rsidP="005F4CA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95E34">
              <w:rPr>
                <w:rFonts w:ascii="Corbel" w:hAnsi="Corbel"/>
                <w:sz w:val="24"/>
                <w:szCs w:val="24"/>
              </w:rPr>
              <w:t>32</w:t>
            </w:r>
          </w:p>
        </w:tc>
      </w:tr>
      <w:tr w:rsidR="0085747A" w:rsidRPr="009C54AE" w14:paraId="531BC4DB" w14:textId="77777777" w:rsidTr="00923D7D">
        <w:tc>
          <w:tcPr>
            <w:tcW w:w="4962" w:type="dxa"/>
          </w:tcPr>
          <w:p w14:paraId="4426074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1F29A72" w14:textId="77777777" w:rsidR="0085747A" w:rsidRPr="009C54AE" w:rsidRDefault="005C31AB" w:rsidP="004A550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B5BDD4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E45B85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BE256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0AD5F3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84AD409" w14:textId="77777777" w:rsidTr="0071620A">
        <w:trPr>
          <w:trHeight w:val="397"/>
        </w:trPr>
        <w:tc>
          <w:tcPr>
            <w:tcW w:w="3544" w:type="dxa"/>
          </w:tcPr>
          <w:p w14:paraId="162AC4C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1CBF38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6A21079" w14:textId="77777777" w:rsidTr="0071620A">
        <w:trPr>
          <w:trHeight w:val="397"/>
        </w:trPr>
        <w:tc>
          <w:tcPr>
            <w:tcW w:w="3544" w:type="dxa"/>
          </w:tcPr>
          <w:p w14:paraId="39B4FF6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FB6E5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25ECBA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B7630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B5F584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A5501" w:rsidRPr="009C54AE" w14:paraId="6DDD33C0" w14:textId="77777777" w:rsidTr="0071620A">
        <w:trPr>
          <w:trHeight w:val="397"/>
        </w:trPr>
        <w:tc>
          <w:tcPr>
            <w:tcW w:w="7513" w:type="dxa"/>
          </w:tcPr>
          <w:p w14:paraId="13C9F62F" w14:textId="77777777" w:rsidR="004A5501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F615A8" w14:textId="77777777" w:rsidR="00CE2096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Adamowicz M, Olczak A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: Pedagogika przedszkolna. Oblicza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i  poszukiwania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Toruń 2014;</w:t>
            </w:r>
          </w:p>
          <w:p w14:paraId="0CA9AACC" w14:textId="77777777" w:rsidR="00CE2096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Gruszczyk- Kolczyńska E, Zielińska E: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Nauczycielska diagnoza gotowości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do podjęcia nauki szkolnej.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Kraków 2011</w:t>
            </w:r>
          </w:p>
          <w:p w14:paraId="640A02A3" w14:textId="77777777" w:rsidR="004A5501" w:rsidRPr="005F4CA7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Karbowniczek  J, Kwaśniewska M, Surma B: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Podstawy pedagogiki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przedszkolnej z metodyką.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Kraków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Karwowska – Struczyk M , Sobierańska D, Szpotowicz M: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 </w:t>
            </w:r>
          </w:p>
          <w:p w14:paraId="6F141FB2" w14:textId="77777777" w:rsidR="00CE2096" w:rsidRDefault="004A5501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 przedszkolna i wczesnoszkolna, badania , opinie, inspiracje.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Warszwa 2011</w:t>
            </w:r>
          </w:p>
          <w:p w14:paraId="7210F2DC" w14:textId="77777777" w:rsidR="004A5501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Kataryńczuk – Mania L, Adamowicz M, Olczak A: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   </w:t>
            </w:r>
            <w:r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przedszkolna szansą na świadome budowanie potencjału dziecka.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  Toruń 2017;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t xml:space="preserve"> Klim-Klimaszewska A: Witamy w przedszkolu. Warszawa 2011.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br/>
              <w:t>Klim- Klimaszewska A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: Trzylatek w przedszkolu. Gotowość dziecka trzy   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letniego do podjęcia edukacji przedszkolnej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t>. Warszawa 2010.</w:t>
            </w:r>
            <w:r w:rsidR="004A5501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Kehily M.J: </w:t>
            </w:r>
            <w:r w:rsidR="004A5501" w:rsidRPr="005F4CA7">
              <w:rPr>
                <w:rFonts w:ascii="Corbel" w:hAnsi="Corbel"/>
                <w:b w:val="0"/>
                <w:i/>
                <w:smallCaps w:val="0"/>
                <w:szCs w:val="24"/>
              </w:rPr>
              <w:t>Wprowadzenie do badań nad dzieciństwem</w:t>
            </w:r>
            <w:r w:rsidR="009B570B">
              <w:rPr>
                <w:rFonts w:ascii="Corbel" w:hAnsi="Corbel"/>
                <w:b w:val="0"/>
                <w:smallCaps w:val="0"/>
                <w:szCs w:val="24"/>
              </w:rPr>
              <w:t>. Kraków 2008.</w:t>
            </w:r>
          </w:p>
          <w:p w14:paraId="0F41E43A" w14:textId="77777777" w:rsidR="00AE2974" w:rsidRPr="009C54AE" w:rsidRDefault="00AE2974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Edukacja małego dziecka. Wybrane obszary, t.6 red. E. Ogrodzień-Mazur, U. Szuścik, A. Wąsiński, Kraków 2013</w:t>
            </w:r>
          </w:p>
        </w:tc>
      </w:tr>
      <w:tr w:rsidR="004A5501" w:rsidRPr="009C54AE" w14:paraId="70E00501" w14:textId="77777777" w:rsidTr="0071620A">
        <w:trPr>
          <w:trHeight w:val="397"/>
        </w:trPr>
        <w:tc>
          <w:tcPr>
            <w:tcW w:w="7513" w:type="dxa"/>
          </w:tcPr>
          <w:p w14:paraId="5A172CCF" w14:textId="77777777" w:rsidR="004A5501" w:rsidRDefault="004A5501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1ED5F1" w14:textId="77777777" w:rsidR="00CE2096" w:rsidRDefault="00CE2096" w:rsidP="004A55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Czasopisma 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>Wychowanie w przedszkolu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                            Bliżej przedszkola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Gruszczyk- Kolczyńska E (red):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Starsze przedszkolaki. Jak skutecznie je 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wychowywać i kształcić w przedszkolu i w dom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u, Kraków 2014;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- Parczewska T(red):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Psychopedagogiczne aspekty rozwoju i edukacji  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 małego dziecka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Lublin 2010.</w:t>
            </w:r>
          </w:p>
          <w:p w14:paraId="2802691A" w14:textId="77777777" w:rsidR="00CE2096" w:rsidRDefault="00CE2096" w:rsidP="00CE20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Waloszek D: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Pedagogika przedszkolna.  Metamorfoza statusu </w:t>
            </w:r>
            <w:r w:rsidRPr="00CE2096">
              <w:rPr>
                <w:rFonts w:ascii="Corbel" w:hAnsi="Corbel"/>
                <w:b w:val="0"/>
                <w:i/>
                <w:smallCaps w:val="0"/>
                <w:szCs w:val="24"/>
              </w:rPr>
              <w:br/>
              <w:t xml:space="preserve">  i przedmiotu badań</w:t>
            </w:r>
            <w:r w:rsidR="009B570B">
              <w:rPr>
                <w:rFonts w:ascii="Corbel" w:hAnsi="Corbel"/>
                <w:b w:val="0"/>
                <w:smallCaps w:val="0"/>
                <w:szCs w:val="24"/>
              </w:rPr>
              <w:t>, Kraków 2006.</w:t>
            </w:r>
          </w:p>
          <w:p w14:paraId="7F86C928" w14:textId="77777777" w:rsidR="00AE2974" w:rsidRPr="009C54AE" w:rsidRDefault="00AE2974" w:rsidP="00CE2096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Kujawińska </w:t>
            </w:r>
            <w:r w:rsidR="00D13D69">
              <w:rPr>
                <w:rFonts w:ascii="Corbel" w:hAnsi="Corbel"/>
                <w:b w:val="0"/>
                <w:smallCaps w:val="0"/>
                <w:szCs w:val="24"/>
              </w:rPr>
              <w:t xml:space="preserve">Z.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Baw się z nami litrami. Zabawy ułatwiające naukę czytania, Kraków 2020</w:t>
            </w:r>
          </w:p>
        </w:tc>
      </w:tr>
    </w:tbl>
    <w:p w14:paraId="5D2CF2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6A4FB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80619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93DAC7" w14:textId="77777777" w:rsidR="003D6FE1" w:rsidRDefault="003D6FE1" w:rsidP="00C16ABF">
      <w:pPr>
        <w:spacing w:after="0" w:line="240" w:lineRule="auto"/>
      </w:pPr>
      <w:r>
        <w:separator/>
      </w:r>
    </w:p>
  </w:endnote>
  <w:endnote w:type="continuationSeparator" w:id="0">
    <w:p w14:paraId="3D73BA71" w14:textId="77777777" w:rsidR="003D6FE1" w:rsidRDefault="003D6FE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279869" w14:textId="77777777" w:rsidR="003D6FE1" w:rsidRDefault="003D6FE1" w:rsidP="00C16ABF">
      <w:pPr>
        <w:spacing w:after="0" w:line="240" w:lineRule="auto"/>
      </w:pPr>
      <w:r>
        <w:separator/>
      </w:r>
    </w:p>
  </w:footnote>
  <w:footnote w:type="continuationSeparator" w:id="0">
    <w:p w14:paraId="0EA5125C" w14:textId="77777777" w:rsidR="003D6FE1" w:rsidRDefault="003D6FE1" w:rsidP="00C16ABF">
      <w:pPr>
        <w:spacing w:after="0" w:line="240" w:lineRule="auto"/>
      </w:pPr>
      <w:r>
        <w:continuationSeparator/>
      </w:r>
    </w:p>
  </w:footnote>
  <w:footnote w:id="1">
    <w:p w14:paraId="5048897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BA93D59"/>
    <w:multiLevelType w:val="hybridMultilevel"/>
    <w:tmpl w:val="F7063DD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0ED1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538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68D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1C9"/>
    <w:rsid w:val="00346FE9"/>
    <w:rsid w:val="0034759A"/>
    <w:rsid w:val="003503F6"/>
    <w:rsid w:val="003530DD"/>
    <w:rsid w:val="00363F78"/>
    <w:rsid w:val="0036658C"/>
    <w:rsid w:val="00395F1B"/>
    <w:rsid w:val="003A0A5B"/>
    <w:rsid w:val="003A1176"/>
    <w:rsid w:val="003A27FE"/>
    <w:rsid w:val="003C0BAE"/>
    <w:rsid w:val="003C7C6E"/>
    <w:rsid w:val="003D18A9"/>
    <w:rsid w:val="003D6CE2"/>
    <w:rsid w:val="003D6FE1"/>
    <w:rsid w:val="003E1941"/>
    <w:rsid w:val="003E2FE6"/>
    <w:rsid w:val="003E49D5"/>
    <w:rsid w:val="003F38C0"/>
    <w:rsid w:val="00414E3C"/>
    <w:rsid w:val="0042244A"/>
    <w:rsid w:val="00425A09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26E2"/>
    <w:rsid w:val="004840FD"/>
    <w:rsid w:val="00490F7D"/>
    <w:rsid w:val="00491678"/>
    <w:rsid w:val="004919E8"/>
    <w:rsid w:val="004968E2"/>
    <w:rsid w:val="004A3EEA"/>
    <w:rsid w:val="004A4D1F"/>
    <w:rsid w:val="004A5501"/>
    <w:rsid w:val="004B191D"/>
    <w:rsid w:val="004D5282"/>
    <w:rsid w:val="004F1551"/>
    <w:rsid w:val="004F55A3"/>
    <w:rsid w:val="0050496F"/>
    <w:rsid w:val="00505C74"/>
    <w:rsid w:val="00513B6F"/>
    <w:rsid w:val="00517C63"/>
    <w:rsid w:val="00526C94"/>
    <w:rsid w:val="00532BFC"/>
    <w:rsid w:val="005363C4"/>
    <w:rsid w:val="00536BDE"/>
    <w:rsid w:val="0054387E"/>
    <w:rsid w:val="00543ACC"/>
    <w:rsid w:val="00552F77"/>
    <w:rsid w:val="005623FB"/>
    <w:rsid w:val="0056696D"/>
    <w:rsid w:val="00570F54"/>
    <w:rsid w:val="00573EF9"/>
    <w:rsid w:val="0059484D"/>
    <w:rsid w:val="005A0855"/>
    <w:rsid w:val="005A3196"/>
    <w:rsid w:val="005C080F"/>
    <w:rsid w:val="005C26FE"/>
    <w:rsid w:val="005C31AB"/>
    <w:rsid w:val="005C55E5"/>
    <w:rsid w:val="005C696A"/>
    <w:rsid w:val="005D5CC7"/>
    <w:rsid w:val="005E37A8"/>
    <w:rsid w:val="005E6E85"/>
    <w:rsid w:val="005F31D2"/>
    <w:rsid w:val="005F4CA7"/>
    <w:rsid w:val="0061029B"/>
    <w:rsid w:val="00617230"/>
    <w:rsid w:val="00621CE1"/>
    <w:rsid w:val="00627FC9"/>
    <w:rsid w:val="0063250C"/>
    <w:rsid w:val="00637FAE"/>
    <w:rsid w:val="00647FA8"/>
    <w:rsid w:val="00650C5F"/>
    <w:rsid w:val="00654934"/>
    <w:rsid w:val="006600CA"/>
    <w:rsid w:val="006620D9"/>
    <w:rsid w:val="006668A9"/>
    <w:rsid w:val="00671958"/>
    <w:rsid w:val="00675843"/>
    <w:rsid w:val="00696477"/>
    <w:rsid w:val="006B0D9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F7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03C3"/>
    <w:rsid w:val="008449B3"/>
    <w:rsid w:val="0085747A"/>
    <w:rsid w:val="00884922"/>
    <w:rsid w:val="00885F64"/>
    <w:rsid w:val="00887A85"/>
    <w:rsid w:val="008917F9"/>
    <w:rsid w:val="008A45F7"/>
    <w:rsid w:val="008B0A34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24DB"/>
    <w:rsid w:val="00923D7D"/>
    <w:rsid w:val="009508DF"/>
    <w:rsid w:val="00950DAC"/>
    <w:rsid w:val="00954A07"/>
    <w:rsid w:val="0099736C"/>
    <w:rsid w:val="00997F14"/>
    <w:rsid w:val="009A78D9"/>
    <w:rsid w:val="009B0473"/>
    <w:rsid w:val="009B059B"/>
    <w:rsid w:val="009B570B"/>
    <w:rsid w:val="009C1331"/>
    <w:rsid w:val="009C3E31"/>
    <w:rsid w:val="009C54AE"/>
    <w:rsid w:val="009C788E"/>
    <w:rsid w:val="009D6B30"/>
    <w:rsid w:val="009E3B41"/>
    <w:rsid w:val="009F3C5C"/>
    <w:rsid w:val="009F4610"/>
    <w:rsid w:val="00A00ECC"/>
    <w:rsid w:val="00A155EE"/>
    <w:rsid w:val="00A2245B"/>
    <w:rsid w:val="00A30110"/>
    <w:rsid w:val="00A325ED"/>
    <w:rsid w:val="00A36899"/>
    <w:rsid w:val="00A371F6"/>
    <w:rsid w:val="00A43BF6"/>
    <w:rsid w:val="00A526B9"/>
    <w:rsid w:val="00A53FA5"/>
    <w:rsid w:val="00A54817"/>
    <w:rsid w:val="00A601C8"/>
    <w:rsid w:val="00A60799"/>
    <w:rsid w:val="00A6204B"/>
    <w:rsid w:val="00A84C85"/>
    <w:rsid w:val="00A95E34"/>
    <w:rsid w:val="00A97DE1"/>
    <w:rsid w:val="00AB053C"/>
    <w:rsid w:val="00AD1146"/>
    <w:rsid w:val="00AD27D3"/>
    <w:rsid w:val="00AD66D6"/>
    <w:rsid w:val="00AE1160"/>
    <w:rsid w:val="00AE203C"/>
    <w:rsid w:val="00AE2974"/>
    <w:rsid w:val="00AE2E74"/>
    <w:rsid w:val="00AE5FCB"/>
    <w:rsid w:val="00AF2C1E"/>
    <w:rsid w:val="00B06142"/>
    <w:rsid w:val="00B135B1"/>
    <w:rsid w:val="00B2446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15AF"/>
    <w:rsid w:val="00BB520A"/>
    <w:rsid w:val="00BD3869"/>
    <w:rsid w:val="00BD66E9"/>
    <w:rsid w:val="00BD6FF4"/>
    <w:rsid w:val="00BF2C41"/>
    <w:rsid w:val="00BF3E2F"/>
    <w:rsid w:val="00C058B4"/>
    <w:rsid w:val="00C05F44"/>
    <w:rsid w:val="00C131B5"/>
    <w:rsid w:val="00C16ABF"/>
    <w:rsid w:val="00C170AE"/>
    <w:rsid w:val="00C26CB7"/>
    <w:rsid w:val="00C324C1"/>
    <w:rsid w:val="00C32E6A"/>
    <w:rsid w:val="00C36992"/>
    <w:rsid w:val="00C503E3"/>
    <w:rsid w:val="00C50939"/>
    <w:rsid w:val="00C51B37"/>
    <w:rsid w:val="00C5273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069B"/>
    <w:rsid w:val="00CC6550"/>
    <w:rsid w:val="00CD6897"/>
    <w:rsid w:val="00CE2096"/>
    <w:rsid w:val="00CE5BAC"/>
    <w:rsid w:val="00CF25BE"/>
    <w:rsid w:val="00CF78ED"/>
    <w:rsid w:val="00D02B25"/>
    <w:rsid w:val="00D02EBA"/>
    <w:rsid w:val="00D13D69"/>
    <w:rsid w:val="00D17C3C"/>
    <w:rsid w:val="00D26B2C"/>
    <w:rsid w:val="00D352C9"/>
    <w:rsid w:val="00D36FE6"/>
    <w:rsid w:val="00D425B2"/>
    <w:rsid w:val="00D428D6"/>
    <w:rsid w:val="00D552B2"/>
    <w:rsid w:val="00D608D1"/>
    <w:rsid w:val="00D64832"/>
    <w:rsid w:val="00D74119"/>
    <w:rsid w:val="00D8075B"/>
    <w:rsid w:val="00D8678B"/>
    <w:rsid w:val="00DA2114"/>
    <w:rsid w:val="00DE09C0"/>
    <w:rsid w:val="00DE3FB5"/>
    <w:rsid w:val="00DE4A14"/>
    <w:rsid w:val="00DF320D"/>
    <w:rsid w:val="00DF71C8"/>
    <w:rsid w:val="00E02095"/>
    <w:rsid w:val="00E129B8"/>
    <w:rsid w:val="00E21E7D"/>
    <w:rsid w:val="00E22FBC"/>
    <w:rsid w:val="00E24BF5"/>
    <w:rsid w:val="00E25338"/>
    <w:rsid w:val="00E457FE"/>
    <w:rsid w:val="00E51E44"/>
    <w:rsid w:val="00E63348"/>
    <w:rsid w:val="00E77E88"/>
    <w:rsid w:val="00E8107D"/>
    <w:rsid w:val="00E91581"/>
    <w:rsid w:val="00E92E4B"/>
    <w:rsid w:val="00E960BB"/>
    <w:rsid w:val="00EA2074"/>
    <w:rsid w:val="00EA4832"/>
    <w:rsid w:val="00EA4E9D"/>
    <w:rsid w:val="00EA6C99"/>
    <w:rsid w:val="00EC4899"/>
    <w:rsid w:val="00ED03AB"/>
    <w:rsid w:val="00ED32D2"/>
    <w:rsid w:val="00ED3FAB"/>
    <w:rsid w:val="00EE32DE"/>
    <w:rsid w:val="00EE5457"/>
    <w:rsid w:val="00EE7199"/>
    <w:rsid w:val="00EF415F"/>
    <w:rsid w:val="00F070AB"/>
    <w:rsid w:val="00F17567"/>
    <w:rsid w:val="00F27A7B"/>
    <w:rsid w:val="00F526AF"/>
    <w:rsid w:val="00F613B7"/>
    <w:rsid w:val="00F617C3"/>
    <w:rsid w:val="00F7066B"/>
    <w:rsid w:val="00F83B28"/>
    <w:rsid w:val="00F8493E"/>
    <w:rsid w:val="00FA0833"/>
    <w:rsid w:val="00FA46E5"/>
    <w:rsid w:val="00FB7DBA"/>
    <w:rsid w:val="00FC1C25"/>
    <w:rsid w:val="00FC3F45"/>
    <w:rsid w:val="00FD503F"/>
    <w:rsid w:val="00FD5912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C2E60"/>
  <w15:docId w15:val="{21AF7B3A-D767-4958-825D-2C034F7AB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570F54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70F54"/>
    <w:rPr>
      <w:rFonts w:ascii="Calibri" w:eastAsiaTheme="minorHAnsi" w:hAnsi="Calibr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5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9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C9748-7131-4BD7-B071-7C1330726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1</Pages>
  <Words>1443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2019-02-06T12:12:00Z</cp:lastPrinted>
  <dcterms:created xsi:type="dcterms:W3CDTF">2024-07-04T11:11:00Z</dcterms:created>
  <dcterms:modified xsi:type="dcterms:W3CDTF">2024-12-12T08:21:00Z</dcterms:modified>
</cp:coreProperties>
</file>